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526CE3" w:rsidRPr="00526CE3">
        <w:t xml:space="preserve">Rekonstrukce výpravní budovy v </w:t>
      </w:r>
      <w:proofErr w:type="spellStart"/>
      <w:r w:rsidR="00526CE3" w:rsidRPr="00526CE3">
        <w:t>žst</w:t>
      </w:r>
      <w:proofErr w:type="spellEnd"/>
      <w:r w:rsidR="00526CE3" w:rsidRPr="00526CE3">
        <w:t>. Františkovy Lázně“ 1. etapa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526CE3" w:rsidRDefault="00526CE3" w:rsidP="00A5674E">
      <w:pPr>
        <w:pStyle w:val="Textbezodsazen"/>
      </w:pPr>
      <w:bookmarkStart w:id="0" w:name="_GoBack"/>
      <w:bookmarkEnd w:id="0"/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865" w:rsidRDefault="001A7865" w:rsidP="00962258">
      <w:pPr>
        <w:spacing w:after="0" w:line="240" w:lineRule="auto"/>
      </w:pPr>
      <w:r>
        <w:separator/>
      </w:r>
    </w:p>
  </w:endnote>
  <w:endnote w:type="continuationSeparator" w:id="0">
    <w:p w:rsidR="001A7865" w:rsidRDefault="001A78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C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C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C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C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1159E17F" wp14:editId="402C85E0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865" w:rsidRDefault="001A7865" w:rsidP="00962258">
      <w:pPr>
        <w:spacing w:after="0" w:line="240" w:lineRule="auto"/>
      </w:pPr>
      <w:r>
        <w:separator/>
      </w:r>
    </w:p>
  </w:footnote>
  <w:footnote w:type="continuationSeparator" w:id="0">
    <w:p w:rsidR="001A7865" w:rsidRDefault="001A78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E3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A7865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26CE3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CD380"/>
  <w14:defaultImageDpi w14:val="32767"/>
  <w15:docId w15:val="{5BD1CEA9-AF4A-4D7E-A7D9-D669BFF9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cikova\Desktop\VE&#344;EJN&#201;%20ZAK&#193;ZKY\2023\137_R_Rekonstrukce%20v&#253;pravn&#237;%20budovy%20v%20&#382;st.%20Franti&#353;kovy%20L&#225;zn&#283;\SOD\Vzory\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736F5DF-1F5A-4EF9-95FA-67E7BF62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Dopis_nabídky_R-F-05-23</Template>
  <TotalTime>1</TotalTime>
  <Pages>2</Pages>
  <Words>403</Words>
  <Characters>2380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Fučíková Veronika, Bc.</dc:creator>
  <cp:lastModifiedBy>Fučíková Veronika, Bc.</cp:lastModifiedBy>
  <cp:revision>1</cp:revision>
  <cp:lastPrinted>2019-03-07T14:42:00Z</cp:lastPrinted>
  <dcterms:created xsi:type="dcterms:W3CDTF">2023-06-29T05:03:00Z</dcterms:created>
  <dcterms:modified xsi:type="dcterms:W3CDTF">2023-06-29T05:04:00Z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